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32E" w:rsidRDefault="0002132E" w:rsidP="0002132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02132E" w:rsidRDefault="0002132E" w:rsidP="0002132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2132E" w:rsidRPr="000D4615" w:rsidRDefault="0002132E" w:rsidP="0002132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CQRI </w:t>
      </w:r>
      <w:r w:rsidRPr="000D4615">
        <w:rPr>
          <w:rFonts w:ascii="Times New Roman" w:hAnsi="Times New Roman" w:cs="Times New Roman"/>
          <w:b/>
          <w:sz w:val="24"/>
          <w:szCs w:val="24"/>
          <w:u w:val="single"/>
        </w:rPr>
        <w:t>Compliance Risk Identification Survey</w:t>
      </w:r>
    </w:p>
    <w:p w:rsidR="0002132E" w:rsidRDefault="0002132E" w:rsidP="000213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Responsible Oversight Party:  </w:t>
      </w:r>
    </w:p>
    <w:p w:rsidR="0002132E" w:rsidRDefault="0002132E" w:rsidP="0002132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Organizational Improvement and Corporate Compliance Department</w:t>
      </w:r>
    </w:p>
    <w:p w:rsidR="0002132E" w:rsidRDefault="0002132E" w:rsidP="0002132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2132E" w:rsidTr="005430A9">
        <w:tc>
          <w:tcPr>
            <w:tcW w:w="9350" w:type="dxa"/>
            <w:gridSpan w:val="2"/>
          </w:tcPr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Risk #1</w:t>
            </w: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32E" w:rsidTr="005430A9">
        <w:tc>
          <w:tcPr>
            <w:tcW w:w="9350" w:type="dxa"/>
            <w:gridSpan w:val="2"/>
          </w:tcPr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Cause:</w:t>
            </w: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32E" w:rsidTr="005430A9">
        <w:tc>
          <w:tcPr>
            <w:tcW w:w="4675" w:type="dxa"/>
          </w:tcPr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Impact: </w:t>
            </w: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</w:tcPr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Measurement: </w:t>
            </w:r>
          </w:p>
        </w:tc>
      </w:tr>
      <w:tr w:rsidR="0002132E" w:rsidTr="005430A9">
        <w:tc>
          <w:tcPr>
            <w:tcW w:w="4675" w:type="dxa"/>
          </w:tcPr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Current Controls: </w:t>
            </w: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</w:tcPr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Suggested Improvement/Responsible Party:</w:t>
            </w: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67583" w:rsidRDefault="00267583"/>
    <w:p w:rsidR="0002132E" w:rsidRDefault="0002132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2132E" w:rsidTr="005430A9">
        <w:tc>
          <w:tcPr>
            <w:tcW w:w="9350" w:type="dxa"/>
            <w:gridSpan w:val="2"/>
          </w:tcPr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Risk #2</w:t>
            </w: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32E" w:rsidTr="005430A9">
        <w:tc>
          <w:tcPr>
            <w:tcW w:w="9350" w:type="dxa"/>
            <w:gridSpan w:val="2"/>
          </w:tcPr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Cause:</w:t>
            </w: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132E" w:rsidTr="005430A9">
        <w:tc>
          <w:tcPr>
            <w:tcW w:w="4675" w:type="dxa"/>
          </w:tcPr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Impact: </w:t>
            </w: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</w:tcPr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Measurement: </w:t>
            </w:r>
          </w:p>
        </w:tc>
      </w:tr>
      <w:tr w:rsidR="0002132E" w:rsidTr="005430A9">
        <w:tc>
          <w:tcPr>
            <w:tcW w:w="4675" w:type="dxa"/>
          </w:tcPr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Current Controls: </w:t>
            </w: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5" w:type="dxa"/>
          </w:tcPr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Suggested Improvement/Responsible Party:</w:t>
            </w: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132E" w:rsidRDefault="0002132E" w:rsidP="005430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2132E" w:rsidRDefault="0002132E"/>
    <w:sectPr w:rsidR="0002132E" w:rsidSect="0002132E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32E" w:rsidRDefault="0002132E" w:rsidP="0002132E">
      <w:pPr>
        <w:spacing w:after="0" w:line="240" w:lineRule="auto"/>
      </w:pPr>
      <w:r>
        <w:separator/>
      </w:r>
    </w:p>
  </w:endnote>
  <w:endnote w:type="continuationSeparator" w:id="0">
    <w:p w:rsidR="0002132E" w:rsidRDefault="0002132E" w:rsidP="00021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32E" w:rsidRDefault="0002132E" w:rsidP="0002132E">
      <w:pPr>
        <w:spacing w:after="0" w:line="240" w:lineRule="auto"/>
      </w:pPr>
      <w:r>
        <w:separator/>
      </w:r>
    </w:p>
  </w:footnote>
  <w:footnote w:type="continuationSeparator" w:id="0">
    <w:p w:rsidR="0002132E" w:rsidRDefault="0002132E" w:rsidP="00021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32E" w:rsidRDefault="0002132E">
    <w:pPr>
      <w:pStyle w:val="Header"/>
    </w:pPr>
    <w:r>
      <w:ptab w:relativeTo="margin" w:alignment="center" w:leader="none"/>
    </w:r>
    <w:r w:rsidRPr="00CF6D7F">
      <w:rPr>
        <w:rFonts w:ascii="Times New Roman" w:hAnsi="Times New Roman" w:cs="Times New Roman"/>
        <w:b/>
        <w:noProof/>
        <w:sz w:val="28"/>
        <w:szCs w:val="28"/>
      </w:rPr>
      <w:drawing>
        <wp:inline distT="0" distB="0" distL="0" distR="0" wp14:anchorId="6A49135F" wp14:editId="10790320">
          <wp:extent cx="1409700" cy="1562100"/>
          <wp:effectExtent l="0" t="0" r="0" b="0"/>
          <wp:docPr id="1" name="Picture 1" descr="C:\Users\MBAKER\AppData\Local\Microsoft\Windows\Temporary Internet Files\Content.Outlook\6BDGWL2O\Hamilton Center logo_medium (2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BAKER\AppData\Local\Microsoft\Windows\Temporary Internet Files\Content.Outlook\6BDGWL2O\Hamilton Center logo_medium (2)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32E"/>
    <w:rsid w:val="0002132E"/>
    <w:rsid w:val="00267583"/>
    <w:rsid w:val="00F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7744D72-290A-417F-9222-6CC9D732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3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1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13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32E"/>
  </w:style>
  <w:style w:type="paragraph" w:styleId="Footer">
    <w:name w:val="footer"/>
    <w:basedOn w:val="Normal"/>
    <w:link w:val="FooterChar"/>
    <w:uiPriority w:val="99"/>
    <w:unhideWhenUsed/>
    <w:rsid w:val="000213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32E"/>
  </w:style>
  <w:style w:type="paragraph" w:styleId="BalloonText">
    <w:name w:val="Balloon Text"/>
    <w:basedOn w:val="Normal"/>
    <w:link w:val="BalloonTextChar"/>
    <w:uiPriority w:val="99"/>
    <w:semiHidden/>
    <w:unhideWhenUsed/>
    <w:rsid w:val="00021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3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7F246CBA-68F4-472E-92AD-F14BD169BC2E}"/>
</file>

<file path=customXml/itemProps2.xml><?xml version="1.0" encoding="utf-8"?>
<ds:datastoreItem xmlns:ds="http://schemas.openxmlformats.org/officeDocument/2006/customXml" ds:itemID="{E738813E-62C4-4888-BD53-8481C8A5CE1C}"/>
</file>

<file path=customXml/itemProps3.xml><?xml version="1.0" encoding="utf-8"?>
<ds:datastoreItem xmlns:ds="http://schemas.openxmlformats.org/officeDocument/2006/customXml" ds:itemID="{C8FB86AE-E605-4699-89DE-23E36A703917}"/>
</file>

<file path=docProps/app.xml><?xml version="1.0" encoding="utf-8"?>
<Properties xmlns="http://schemas.openxmlformats.org/officeDocument/2006/extended-properties" xmlns:vt="http://schemas.openxmlformats.org/officeDocument/2006/docPropsVTypes">
  <Template>3F58BF7E</Template>
  <TotalTime>1</TotalTime>
  <Pages>2</Pages>
  <Words>60</Words>
  <Characters>347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KASSANDRA COFFEY</dc:creator>
  <cp:keywords/>
  <dc:description/>
  <cp:lastModifiedBy>ART FULLER</cp:lastModifiedBy>
  <cp:revision>2</cp:revision>
  <cp:lastPrinted>2020-03-18T17:02:00Z</cp:lastPrinted>
  <dcterms:created xsi:type="dcterms:W3CDTF">2020-08-03T14:57:00Z</dcterms:created>
  <dcterms:modified xsi:type="dcterms:W3CDTF">2020-08-03T14:57:00Z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244400</vt:r8>
  </property>
</Properties>
</file>